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BE4" w:rsidRDefault="005006CD" w:rsidP="009C5306">
      <w:pPr>
        <w:spacing w:after="120"/>
        <w:outlineLvl w:val="0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-104775</wp:posOffset>
                </wp:positionV>
                <wp:extent cx="6777355" cy="800100"/>
                <wp:effectExtent l="1905" t="0" r="2540" b="0"/>
                <wp:wrapNone/>
                <wp:docPr id="11" name="Group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7355" cy="800100"/>
                          <a:chOff x="753" y="555"/>
                          <a:chExt cx="10152" cy="1260"/>
                        </a:xfrm>
                      </wpg:grpSpPr>
                      <wpg:grpSp>
                        <wpg:cNvPr id="12" name="Group 372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13" name="Rectangle 37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C4E81" w:rsidRPr="0021511C" w:rsidRDefault="00DC4E81" w:rsidP="00DC4E81">
                                <w:pPr>
                                  <w:tabs>
                                    <w:tab w:val="right" w:pos="5580"/>
                                    <w:tab w:val="right" w:pos="9810"/>
                                  </w:tabs>
                                </w:pPr>
                                <w:r w:rsidRPr="0021511C">
                                  <w:t>Name: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tab/>
                                </w:r>
                                <w:r w:rsidRPr="001032AA">
                                  <w:rPr>
                                    <w:sz w:val="22"/>
                                  </w:rPr>
                                  <w:fldChar w:fldCharType="begin"/>
                                </w:r>
                                <w:r w:rsidRPr="001032AA">
                                  <w:rPr>
                                    <w:sz w:val="22"/>
                                  </w:rPr>
                                  <w:instrText xml:space="preserve"> FILENAME   \* MERGEFORMAT </w:instrText>
                                </w:r>
                                <w:r w:rsidRPr="001032AA">
                                  <w:rPr>
                                    <w:sz w:val="22"/>
                                  </w:rPr>
                                  <w:fldChar w:fldCharType="separate"/>
                                </w:r>
                                <w:r w:rsidRPr="001032AA">
                                  <w:rPr>
                                    <w:noProof/>
                                    <w:sz w:val="22"/>
                                  </w:rPr>
                                  <w:t>HW47_GRASP &amp; Exeter Problems</w:t>
                                </w:r>
                                <w:r w:rsidRPr="001032AA">
                                  <w:rPr>
                                    <w:sz w:val="22"/>
                                  </w:rPr>
                                  <w:fldChar w:fldCharType="end"/>
                                </w:r>
                                <w:r w:rsidR="001032AA" w:rsidRPr="001032AA">
                                  <w:rPr>
                                    <w:sz w:val="22"/>
                                  </w:rPr>
                                  <w:t>.Form A</w:t>
                                </w:r>
                              </w:p>
                              <w:p w:rsidR="00DC4E81" w:rsidRPr="00311F19" w:rsidRDefault="00DC4E81" w:rsidP="00DC4E81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rPr>
                                    <w:i/>
                                    <w:u w:val="single"/>
                                    <w:lang w:val="en-US"/>
                                  </w:rPr>
                                </w:pPr>
                                <w:r>
                                  <w:rPr>
                                    <w:i/>
                                    <w:lang w:val="en-US"/>
                                  </w:rPr>
                                  <w:t>Mr. Tiénou-Gustafson, Mr. Bielmeier</w:t>
                                </w:r>
                              </w:p>
                              <w:p w:rsidR="00DC4E81" w:rsidRPr="0021511C" w:rsidRDefault="00DC4E81" w:rsidP="00DC4E81">
                                <w:pPr>
                                  <w:pStyle w:val="Header"/>
                                  <w:tabs>
                                    <w:tab w:val="right" w:pos="2790"/>
                                  </w:tabs>
                                  <w:rPr>
                                    <w:lang w:val="en-US"/>
                                  </w:rPr>
                                </w:pPr>
                                <w:r>
                                  <w:t>Geometry</w:t>
                                </w:r>
                                <w:r w:rsidRPr="0021511C">
                                  <w:t xml:space="preserve">, </w:t>
                                </w:r>
                                <w:r w:rsidRPr="0021511C">
                                  <w:rPr>
                                    <w:lang w:val="en-US"/>
                                  </w:rPr>
                                  <w:t>Period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  <w:p w:rsidR="00DC4E81" w:rsidRPr="0021511C" w:rsidRDefault="00DC4E81" w:rsidP="00DC4E81">
                                <w:pPr>
                                  <w:tabs>
                                    <w:tab w:val="right" w:pos="2790"/>
                                  </w:tabs>
                                </w:pPr>
                                <w:r w:rsidRPr="0021511C">
                                  <w:t>Due Date: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 xml:space="preserve"> </w:t>
                                </w:r>
                                <w:r>
                                  <w:rPr>
                                    <w:u w:val="single"/>
                                  </w:rPr>
                                  <w:t>Fri, Oct 11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AutoShape 374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DC4E81" w:rsidRPr="001B09FE" w:rsidRDefault="00DC4E81" w:rsidP="00DC4E81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DC4E81" w:rsidRPr="001B09FE" w:rsidRDefault="00DC4E81" w:rsidP="00DC4E81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5" name="Picture 375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1" o:spid="_x0000_s1026" style="position:absolute;margin-left:1.65pt;margin-top:-8.25pt;width:533.65pt;height:63pt;z-index:251662336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">
                <v:group id="Group 372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rect id="Rectangle 373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5paMIA&#10;AADbAAAADwAAAGRycy9kb3ducmV2LnhtbERPTWvCQBC9C/6HZYReRDetI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mlowgAAANsAAAAPAAAAAAAAAAAAAAAAAJgCAABkcnMvZG93&#10;bnJldi54bWxQSwUGAAAAAAQABAD1AAAAhwMAAAAA&#10;" filled="f" stroked="f">
                    <v:textbox>
                      <w:txbxContent>
                        <w:p w:rsidR="00DC4E81" w:rsidRPr="0021511C" w:rsidRDefault="00DC4E81" w:rsidP="00DC4E81">
                          <w:pPr>
                            <w:tabs>
                              <w:tab w:val="right" w:pos="5580"/>
                              <w:tab w:val="right" w:pos="9810"/>
                            </w:tabs>
                          </w:pPr>
                          <w:r w:rsidRPr="0021511C">
                            <w:t>Name:</w:t>
                          </w:r>
                          <w:r w:rsidRPr="0021511C">
                            <w:rPr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u w:val="single"/>
                            </w:rPr>
                            <w:tab/>
                          </w:r>
                          <w:r w:rsidRPr="0021511C">
                            <w:tab/>
                          </w:r>
                          <w:r w:rsidRPr="001032AA">
                            <w:rPr>
                              <w:sz w:val="22"/>
                            </w:rPr>
                            <w:fldChar w:fldCharType="begin"/>
                          </w:r>
                          <w:r w:rsidRPr="001032AA">
                            <w:rPr>
                              <w:sz w:val="22"/>
                            </w:rPr>
                            <w:instrText xml:space="preserve"> FILENAME   \* MERGEFORMAT </w:instrText>
                          </w:r>
                          <w:r w:rsidRPr="001032AA">
                            <w:rPr>
                              <w:sz w:val="22"/>
                            </w:rPr>
                            <w:fldChar w:fldCharType="separate"/>
                          </w:r>
                          <w:r w:rsidRPr="001032AA">
                            <w:rPr>
                              <w:noProof/>
                              <w:sz w:val="22"/>
                            </w:rPr>
                            <w:t>HW47_GRASP &amp; Exeter Problems</w:t>
                          </w:r>
                          <w:r w:rsidRPr="001032AA">
                            <w:rPr>
                              <w:sz w:val="22"/>
                            </w:rPr>
                            <w:fldChar w:fldCharType="end"/>
                          </w:r>
                          <w:r w:rsidR="001032AA" w:rsidRPr="001032AA">
                            <w:rPr>
                              <w:sz w:val="22"/>
                            </w:rPr>
                            <w:t>.Form A</w:t>
                          </w:r>
                        </w:p>
                        <w:p w:rsidR="00DC4E81" w:rsidRPr="00311F19" w:rsidRDefault="00DC4E81" w:rsidP="00DC4E81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rPr>
                              <w:i/>
                              <w:u w:val="single"/>
                              <w:lang w:val="en-US"/>
                            </w:rPr>
                          </w:pPr>
                          <w:r>
                            <w:rPr>
                              <w:i/>
                              <w:lang w:val="en-US"/>
                            </w:rPr>
                            <w:t>Mr. Tiénou-Gustafson, Mr. Bielmeier</w:t>
                          </w:r>
                        </w:p>
                        <w:p w:rsidR="00DC4E81" w:rsidRPr="0021511C" w:rsidRDefault="00DC4E81" w:rsidP="00DC4E81">
                          <w:pPr>
                            <w:pStyle w:val="Header"/>
                            <w:tabs>
                              <w:tab w:val="right" w:pos="2790"/>
                            </w:tabs>
                            <w:rPr>
                              <w:lang w:val="en-US"/>
                            </w:rPr>
                          </w:pPr>
                          <w:r>
                            <w:t>Geometry</w:t>
                          </w:r>
                          <w:r w:rsidRPr="0021511C">
                            <w:t xml:space="preserve">, </w:t>
                          </w:r>
                          <w:r w:rsidRPr="0021511C">
                            <w:rPr>
                              <w:lang w:val="en-US"/>
                            </w:rPr>
                            <w:t>Period</w:t>
                          </w:r>
                          <w:r w:rsidRPr="0021511C">
                            <w:rPr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u w:val="single"/>
                            </w:rPr>
                            <w:tab/>
                          </w:r>
                        </w:p>
                        <w:p w:rsidR="00DC4E81" w:rsidRPr="0021511C" w:rsidRDefault="00DC4E81" w:rsidP="00DC4E81">
                          <w:pPr>
                            <w:tabs>
                              <w:tab w:val="right" w:pos="2790"/>
                            </w:tabs>
                          </w:pPr>
                          <w:r w:rsidRPr="0021511C">
                            <w:t>Due Date:</w:t>
                          </w:r>
                          <w:r w:rsidRPr="0021511C"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u w:val="single"/>
                            </w:rPr>
                            <w:t>Fri, Oct 11</w:t>
                          </w:r>
                          <w:r w:rsidRPr="0021511C"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374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lFx8AA&#10;AADbAAAADwAAAGRycy9kb3ducmV2LnhtbERPTYvCMBC9C/6HMIIXWVOlyto1igiye213EY9DM9sW&#10;k0lpUu3++40geJvH+5ztfrBG3KjzjWMFi3kCgrh0uuFKwc/36e0dhA/IGo1jUvBHHva78WiLmXZ3&#10;zulWhErEEPYZKqhDaDMpfVmTRT93LXHkfl1nMUTYVVJ3eI/h1shlkqylxYZjQ40tHWsqr0VvFchz&#10;f+nzNL2aIszyzcVsPletVmo6GQ4fIAIN4SV+ur90nJ/C45d4gN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vlFx8AAAADbAAAADwAAAAAAAAAAAAAAAACYAgAAZHJzL2Rvd25y&#10;ZXYueG1sUEsFBgAAAAAEAAQA9QAAAIUDAAAAAA==&#10;">
                    <v:shadow on="t"/>
                    <v:textbox inset=",0,,0">
                      <w:txbxContent>
                        <w:p w:rsidR="00DC4E81" w:rsidRPr="001B09FE" w:rsidRDefault="00DC4E81" w:rsidP="00DC4E81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DC4E81" w:rsidRPr="001B09FE" w:rsidRDefault="00DC4E81" w:rsidP="00DC4E81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75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7qofDAAAA2wAAAA8AAABkcnMvZG93bnJldi54bWxET01rwkAQvQv+h2WE3symhdYSXUXEUGm9&#10;mLSH3obsmIRmZ0N2G9P8+q4geJvH+5zVZjCN6KlztWUFj1EMgriwuuZSwWeezl9BOI+ssbFMCv7I&#10;wWY9naww0fbCJ+ozX4oQwi5BBZX3bSKlKyoy6CLbEgfubDuDPsCulLrDSwg3jXyK4xdpsObQUGFL&#10;u4qKn+zXKNiOh7ev8bhIcU8fXIyn3H6/j0o9zIbtEoSnwd/FN/dBh/nPcP0lHCDX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Xuqh8MAAADbAAAADwAAAAAAAAAAAAAAAACf&#10;AgAAZHJzL2Rvd25yZXYueG1sUEsFBgAAAAAEAAQA9wAAAI8DAAAAAA==&#10;">
                  <v:imagedata r:id="rId8" o:title="El Mate Vive"/>
                </v:shape>
              </v:group>
            </w:pict>
          </mc:Fallback>
        </mc:AlternateContent>
      </w:r>
    </w:p>
    <w:p w:rsidR="00DC4E81" w:rsidRPr="00DC4E81" w:rsidRDefault="00DC4E81" w:rsidP="009C5306">
      <w:pPr>
        <w:spacing w:after="120"/>
        <w:outlineLvl w:val="0"/>
        <w:rPr>
          <w:rFonts w:ascii="Cambria" w:hAnsi="Cambria"/>
          <w:sz w:val="8"/>
        </w:rPr>
      </w:pPr>
    </w:p>
    <w:p w:rsidR="009C5306" w:rsidRPr="00DC4E81" w:rsidRDefault="00DC4E81" w:rsidP="00DC4E81">
      <w:pPr>
        <w:spacing w:after="120"/>
        <w:jc w:val="center"/>
        <w:outlineLvl w:val="0"/>
        <w:rPr>
          <w:rFonts w:ascii="Cambria" w:hAnsi="Cambria"/>
          <w:b/>
          <w:i/>
          <w:sz w:val="36"/>
        </w:rPr>
      </w:pPr>
      <w:r w:rsidRPr="00DC4E81">
        <w:rPr>
          <w:rFonts w:ascii="Cambria" w:hAnsi="Cambria"/>
          <w:b/>
          <w:i/>
          <w:sz w:val="36"/>
        </w:rPr>
        <w:t>Friday Quiz Day!</w:t>
      </w:r>
    </w:p>
    <w:p w:rsidR="00DD325A" w:rsidRPr="00727651" w:rsidRDefault="009C5306" w:rsidP="00DC4E81">
      <w:pPr>
        <w:spacing w:line="360" w:lineRule="auto"/>
        <w:outlineLvl w:val="0"/>
        <w:rPr>
          <w:rFonts w:ascii="Cambria" w:hAnsi="Cambria" w:cs="Cambria"/>
          <w:b/>
          <w:sz w:val="22"/>
        </w:rPr>
      </w:pPr>
      <w:r w:rsidRPr="00727651">
        <w:rPr>
          <w:rFonts w:ascii="Cambria" w:hAnsi="Cambria" w:cs="Cambria"/>
          <w:b/>
          <w:sz w:val="22"/>
        </w:rPr>
        <w:t>Failure to show work on all problems or use complete sentences will result in a LaSalle.</w:t>
      </w:r>
    </w:p>
    <w:p w:rsidR="00DD325A" w:rsidRPr="00727651" w:rsidRDefault="00DD325A" w:rsidP="00DD325A">
      <w:pPr>
        <w:rPr>
          <w:rFonts w:ascii="Cambria" w:hAnsi="Cambria" w:cs="Cambria"/>
        </w:rPr>
      </w:pPr>
      <w:r w:rsidRPr="00727651">
        <w:rPr>
          <w:rFonts w:ascii="Cambria" w:hAnsi="Cambria" w:cs="Cambria"/>
        </w:rPr>
        <w:t xml:space="preserve">1) Each tile below measures 30 in by 30 in. </w:t>
      </w:r>
    </w:p>
    <w:p w:rsidR="00DD325A" w:rsidRDefault="00DD325A" w:rsidP="00DD325A">
      <w:pPr>
        <w:rPr>
          <w:rFonts w:ascii="Cambria" w:hAnsi="Cambria" w:cs="Cambria"/>
        </w:rPr>
      </w:pPr>
      <w:r w:rsidRPr="00727651">
        <w:rPr>
          <w:rFonts w:ascii="Cambria" w:hAnsi="Cambria" w:cs="Cambria"/>
        </w:rPr>
        <w:t xml:space="preserve">a. What is the perimeter and area of this rectangle? </w:t>
      </w:r>
    </w:p>
    <w:p w:rsidR="00F171B9" w:rsidRDefault="00F171B9" w:rsidP="00DD325A">
      <w:pPr>
        <w:rPr>
          <w:rFonts w:ascii="Cambria" w:hAnsi="Cambria" w:cs="Cambria"/>
        </w:rPr>
      </w:pPr>
      <w:r>
        <w:rPr>
          <w:rFonts w:ascii="Cambria" w:hAnsi="Cambria" w:cs="Cambria"/>
        </w:rPr>
        <w:tab/>
      </w:r>
    </w:p>
    <w:p w:rsidR="00F171B9" w:rsidRPr="00F171B9" w:rsidRDefault="00F171B9" w:rsidP="00DD325A">
      <w:pPr>
        <w:rPr>
          <w:rFonts w:ascii="Cambria" w:hAnsi="Cambria" w:cs="Cambria"/>
          <w:sz w:val="22"/>
        </w:rPr>
      </w:pPr>
      <w:r w:rsidRPr="00F171B9">
        <w:rPr>
          <w:noProof/>
          <w:sz w:val="18"/>
        </w:rPr>
        <w:drawing>
          <wp:anchor distT="0" distB="0" distL="114300" distR="114300" simplePos="0" relativeHeight="251663360" behindDoc="1" locked="0" layoutInCell="1" allowOverlap="1" wp14:anchorId="09AF31A9" wp14:editId="2110D0BA">
            <wp:simplePos x="0" y="0"/>
            <wp:positionH relativeFrom="margin">
              <wp:posOffset>76200</wp:posOffset>
            </wp:positionH>
            <wp:positionV relativeFrom="paragraph">
              <wp:posOffset>74296</wp:posOffset>
            </wp:positionV>
            <wp:extent cx="892175" cy="1075910"/>
            <wp:effectExtent l="0" t="0" r="317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46" cy="10854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" w:hAnsi="Cambria" w:cs="Cambria"/>
          <w:sz w:val="22"/>
        </w:rPr>
        <w:tab/>
        <w:t xml:space="preserve">        </w:t>
      </w:r>
      <w:r w:rsidRPr="00F171B9">
        <w:rPr>
          <w:rFonts w:ascii="Cambria" w:hAnsi="Cambria" w:cs="Cambria"/>
          <w:sz w:val="16"/>
        </w:rPr>
        <w:t>30 in</w:t>
      </w:r>
    </w:p>
    <w:p w:rsidR="00F171B9" w:rsidRPr="005154FA" w:rsidRDefault="00F171B9" w:rsidP="00F171B9">
      <w:pPr>
        <w:ind w:left="1440"/>
        <w:rPr>
          <w:rFonts w:ascii="Cambria" w:hAnsi="Cambria" w:cs="Cambria"/>
        </w:rPr>
      </w:pPr>
      <w:r>
        <w:rPr>
          <w:rFonts w:ascii="Cambria" w:hAnsi="Cambria" w:cs="Cambria"/>
          <w:sz w:val="18"/>
        </w:rPr>
        <w:t xml:space="preserve"> </w:t>
      </w:r>
      <w:r w:rsidRPr="00F171B9">
        <w:rPr>
          <w:rFonts w:ascii="Cambria" w:hAnsi="Cambria" w:cs="Cambria"/>
          <w:sz w:val="18"/>
        </w:rPr>
        <w:t>30 in</w:t>
      </w:r>
    </w:p>
    <w:p w:rsidR="00DD325A" w:rsidRDefault="005154FA" w:rsidP="00DD325A">
      <w:pPr>
        <w:rPr>
          <w:rFonts w:ascii="Cambria" w:hAnsi="Cambria" w:cs="Calibri"/>
        </w:rPr>
      </w:pPr>
      <w:r>
        <w:rPr>
          <w:rFonts w:ascii="Cambria" w:hAnsi="Cambria" w:cs="Calibri"/>
        </w:rPr>
        <w:tab/>
        <w:t xml:space="preserve">    </w:t>
      </w:r>
    </w:p>
    <w:p w:rsidR="00F171B9" w:rsidRDefault="00F171B9" w:rsidP="00DD325A">
      <w:pPr>
        <w:rPr>
          <w:rFonts w:ascii="Cambria" w:hAnsi="Cambria" w:cs="Calibri"/>
        </w:rPr>
      </w:pPr>
      <w:bookmarkStart w:id="0" w:name="_GoBack"/>
      <w:bookmarkEnd w:id="0"/>
    </w:p>
    <w:p w:rsidR="00F171B9" w:rsidRDefault="00F171B9" w:rsidP="00DD325A">
      <w:pPr>
        <w:rPr>
          <w:rFonts w:ascii="Cambria" w:hAnsi="Cambria" w:cs="Calibri"/>
        </w:rPr>
      </w:pPr>
    </w:p>
    <w:p w:rsidR="00F171B9" w:rsidRDefault="00F171B9" w:rsidP="00DD325A">
      <w:pPr>
        <w:rPr>
          <w:rFonts w:ascii="Cambria" w:hAnsi="Cambria" w:cs="Calibri"/>
        </w:rPr>
      </w:pPr>
    </w:p>
    <w:p w:rsidR="00F171B9" w:rsidRDefault="00F171B9" w:rsidP="00DD325A">
      <w:pPr>
        <w:rPr>
          <w:rFonts w:ascii="Cambria" w:hAnsi="Cambria" w:cs="Calibri"/>
        </w:rPr>
      </w:pPr>
    </w:p>
    <w:p w:rsidR="00F171B9" w:rsidRDefault="00F171B9" w:rsidP="00DD325A">
      <w:pPr>
        <w:rPr>
          <w:rFonts w:ascii="Cambria" w:hAnsi="Cambria" w:cs="Calibri"/>
        </w:rPr>
      </w:pPr>
    </w:p>
    <w:p w:rsidR="00DD325A" w:rsidRPr="00727651" w:rsidRDefault="005006CD" w:rsidP="00DC4E81">
      <w:pPr>
        <w:spacing w:line="216" w:lineRule="auto"/>
        <w:rPr>
          <w:rFonts w:ascii="Cambria" w:hAnsi="Cambria"/>
          <w:sz w:val="160"/>
          <w:szCs w:val="160"/>
        </w:rPr>
      </w:pPr>
      <w:r w:rsidRPr="00727651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1214755</wp:posOffset>
                </wp:positionV>
                <wp:extent cx="7315200" cy="0"/>
                <wp:effectExtent l="19685" t="19685" r="18415" b="37465"/>
                <wp:wrapNone/>
                <wp:docPr id="9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65D7A5" id="Straight Connector 2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95pt,95.65pt" to="558.05pt,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" strokecolor="#4f81bd" strokeweight="2pt">
                <v:shadow on="t" opacity="24903f" origin=",.5" offset="0,.55556mm"/>
              </v:line>
            </w:pict>
          </mc:Fallback>
        </mc:AlternateContent>
      </w:r>
      <w:r w:rsidR="00DD325A" w:rsidRPr="00727651">
        <w:rPr>
          <w:rFonts w:ascii="Cambria" w:hAnsi="Cambria"/>
          <w:sz w:val="160"/>
          <w:szCs w:val="160"/>
        </w:rPr>
        <w:t>G</w:t>
      </w:r>
    </w:p>
    <w:p w:rsidR="00DD325A" w:rsidRPr="00727651" w:rsidRDefault="005006CD" w:rsidP="00DD325A">
      <w:pPr>
        <w:spacing w:after="120"/>
        <w:rPr>
          <w:rFonts w:ascii="Cambria" w:hAnsi="Cambria"/>
          <w:sz w:val="160"/>
          <w:szCs w:val="160"/>
        </w:rPr>
      </w:pPr>
      <w:r w:rsidRPr="00727651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1189355</wp:posOffset>
                </wp:positionV>
                <wp:extent cx="7315200" cy="0"/>
                <wp:effectExtent l="19685" t="18415" r="18415" b="3873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40D251" id="Straight Connector 8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95pt,93.65pt" to="558.05pt,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" strokecolor="#4f81bd" strokeweight="2pt">
                <v:shadow on="t" opacity="24903f" origin=",.5" offset="0,.55556mm"/>
              </v:line>
            </w:pict>
          </mc:Fallback>
        </mc:AlternateContent>
      </w:r>
      <w:r w:rsidR="00DD325A" w:rsidRPr="00727651">
        <w:rPr>
          <w:rFonts w:ascii="Cambria" w:hAnsi="Cambria"/>
          <w:sz w:val="160"/>
          <w:szCs w:val="160"/>
        </w:rPr>
        <w:t>R</w:t>
      </w:r>
    </w:p>
    <w:p w:rsidR="00DD325A" w:rsidRPr="00727651" w:rsidRDefault="00DD325A" w:rsidP="00DD325A">
      <w:pPr>
        <w:spacing w:after="120"/>
        <w:rPr>
          <w:rFonts w:ascii="Cambria" w:hAnsi="Cambria"/>
          <w:sz w:val="160"/>
          <w:szCs w:val="160"/>
        </w:rPr>
      </w:pPr>
      <w:r w:rsidRPr="00727651">
        <w:rPr>
          <w:rFonts w:ascii="Cambria" w:hAnsi="Cambria"/>
          <w:sz w:val="160"/>
          <w:szCs w:val="160"/>
        </w:rPr>
        <w:t>A</w:t>
      </w:r>
    </w:p>
    <w:p w:rsidR="00DD325A" w:rsidRPr="00727651" w:rsidRDefault="005006CD" w:rsidP="00DD325A">
      <w:pPr>
        <w:spacing w:after="120"/>
        <w:rPr>
          <w:rFonts w:ascii="Cambria" w:hAnsi="Cambria"/>
          <w:sz w:val="40"/>
          <w:szCs w:val="40"/>
        </w:rPr>
      </w:pPr>
      <w:r w:rsidRPr="00727651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-3810</wp:posOffset>
                </wp:positionV>
                <wp:extent cx="7315200" cy="0"/>
                <wp:effectExtent l="19685" t="17145" r="18415" b="40005"/>
                <wp:wrapNone/>
                <wp:docPr id="7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15CA0B" id="Straight Connector 10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95pt,-.3pt" to="558.0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" strokecolor="#4f81bd" strokeweight="2pt">
                <v:shadow on="t" opacity="24903f" origin=",.5" offset="0,.55556mm"/>
              </v:line>
            </w:pict>
          </mc:Fallback>
        </mc:AlternateContent>
      </w:r>
      <w:r w:rsidR="00DD325A" w:rsidRPr="00727651">
        <w:rPr>
          <w:rFonts w:ascii="Cambria" w:hAnsi="Cambria"/>
          <w:sz w:val="160"/>
          <w:szCs w:val="160"/>
        </w:rPr>
        <w:t>S</w:t>
      </w:r>
    </w:p>
    <w:p w:rsidR="00F171B9" w:rsidRPr="00727651" w:rsidRDefault="005006CD" w:rsidP="00DD325A">
      <w:pPr>
        <w:spacing w:after="120"/>
        <w:rPr>
          <w:rFonts w:ascii="Cambria" w:hAnsi="Cambria"/>
          <w:sz w:val="160"/>
          <w:szCs w:val="160"/>
        </w:rPr>
      </w:pPr>
      <w:r w:rsidRPr="00727651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-215900</wp:posOffset>
                </wp:positionH>
                <wp:positionV relativeFrom="paragraph">
                  <wp:posOffset>120015</wp:posOffset>
                </wp:positionV>
                <wp:extent cx="7315200" cy="0"/>
                <wp:effectExtent l="12700" t="17145" r="15875" b="40005"/>
                <wp:wrapNone/>
                <wp:docPr id="6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B529DF" id="Straight Connector 1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pt,9.45pt" to="559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" strokecolor="#4f81bd" strokeweight="2pt">
                <v:shadow on="t" opacity="24903f" origin=",.5" offset="0,.55556mm"/>
              </v:line>
            </w:pict>
          </mc:Fallback>
        </mc:AlternateContent>
      </w:r>
      <w:r w:rsidR="00DD325A" w:rsidRPr="00727651">
        <w:rPr>
          <w:rFonts w:ascii="Cambria" w:hAnsi="Cambria"/>
          <w:sz w:val="160"/>
          <w:szCs w:val="160"/>
        </w:rPr>
        <w:t>P</w:t>
      </w:r>
    </w:p>
    <w:p w:rsidR="000A4AB6" w:rsidRPr="00727651" w:rsidRDefault="00DD325A" w:rsidP="000A4AB6">
      <w:pPr>
        <w:rPr>
          <w:rFonts w:ascii="Cambria" w:hAnsi="Cambria" w:cs="Arial"/>
          <w:bCs/>
        </w:rPr>
      </w:pPr>
      <w:r w:rsidRPr="00727651">
        <w:rPr>
          <w:rFonts w:ascii="Cambria" w:hAnsi="Cambria" w:cs="Cambria"/>
        </w:rPr>
        <w:lastRenderedPageBreak/>
        <w:t xml:space="preserve">2) </w:t>
      </w:r>
      <w:r w:rsidR="00727651">
        <w:rPr>
          <w:rFonts w:ascii="Cambria" w:hAnsi="Cambria" w:cs="Arial"/>
          <w:bCs/>
        </w:rPr>
        <w:t xml:space="preserve">A triangle has the vertices A (0, 0), </w:t>
      </w:r>
      <w:proofErr w:type="gramStart"/>
      <w:r w:rsidR="00727651">
        <w:rPr>
          <w:rFonts w:ascii="Cambria" w:hAnsi="Cambria" w:cs="Arial"/>
          <w:bCs/>
        </w:rPr>
        <w:t>B(</w:t>
      </w:r>
      <w:proofErr w:type="gramEnd"/>
      <w:r w:rsidR="00727651">
        <w:rPr>
          <w:rFonts w:ascii="Cambria" w:hAnsi="Cambria" w:cs="Arial"/>
          <w:bCs/>
        </w:rPr>
        <w:t>6, 0), and C (10, 8)</w:t>
      </w:r>
      <w:r w:rsidR="00E57AD5" w:rsidRPr="00727651">
        <w:rPr>
          <w:rFonts w:ascii="Cambria" w:hAnsi="Cambria" w:cs="Arial"/>
          <w:bCs/>
        </w:rPr>
        <w:t>.</w:t>
      </w:r>
      <w:r w:rsidR="00727651">
        <w:rPr>
          <w:rFonts w:ascii="Cambria" w:hAnsi="Cambria" w:cs="Arial"/>
          <w:bCs/>
        </w:rPr>
        <w:t xml:space="preserve"> What is the area of the triangle?</w:t>
      </w:r>
    </w:p>
    <w:p w:rsidR="000A4AB6" w:rsidRPr="00727651" w:rsidRDefault="001017A0" w:rsidP="000A4AB6">
      <w:pPr>
        <w:rPr>
          <w:rFonts w:ascii="Cambria" w:hAnsi="Cambria"/>
          <w:sz w:val="160"/>
          <w:szCs w:val="160"/>
        </w:rPr>
      </w:pPr>
      <w:r w:rsidRPr="001017A0">
        <w:rPr>
          <w:rFonts w:ascii="Cambria" w:hAnsi="Cambria" w:cs="Cambria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5583C95" wp14:editId="0519128C">
                <wp:simplePos x="0" y="0"/>
                <wp:positionH relativeFrom="column">
                  <wp:posOffset>3324225</wp:posOffset>
                </wp:positionH>
                <wp:positionV relativeFrom="paragraph">
                  <wp:posOffset>59690</wp:posOffset>
                </wp:positionV>
                <wp:extent cx="3867150" cy="1404620"/>
                <wp:effectExtent l="0" t="0" r="19050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7A0" w:rsidRDefault="001017A0">
                            <w:pPr>
                              <w:rPr>
                                <w:b/>
                              </w:rPr>
                            </w:pPr>
                            <w:r w:rsidRPr="001017A0">
                              <w:rPr>
                                <w:b/>
                              </w:rPr>
                              <w:t>HINT</w:t>
                            </w:r>
                            <w:r>
                              <w:rPr>
                                <w:b/>
                              </w:rPr>
                              <w:t xml:space="preserve">: </w:t>
                            </w:r>
                            <w:r w:rsidR="00322156">
                              <w:rPr>
                                <w:b/>
                              </w:rPr>
                              <w:t>1.</w:t>
                            </w:r>
                            <w:r>
                              <w:rPr>
                                <w:b/>
                              </w:rPr>
                              <w:t>Draw the triangle</w:t>
                            </w:r>
                          </w:p>
                          <w:p w:rsidR="00322156" w:rsidRDefault="0032215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  <w:t>2. Base is Point A to Point B</w:t>
                            </w:r>
                          </w:p>
                          <w:p w:rsidR="00322156" w:rsidRDefault="00322156" w:rsidP="00322156">
                            <w:pPr>
                              <w:ind w:left="7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3. Draw a line from Point C straight down to the same level as the base. (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this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forms a right angle)</w:t>
                            </w:r>
                          </w:p>
                          <w:p w:rsidR="001032AA" w:rsidRPr="001017A0" w:rsidRDefault="001032AA" w:rsidP="00322156">
                            <w:pPr>
                              <w:ind w:left="7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4. Count the distance from right angle, this is your height.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583C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position:absolute;margin-left:261.75pt;margin-top:4.7pt;width:304.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">
                <v:textbox style="mso-fit-shape-to-text:t">
                  <w:txbxContent>
                    <w:p w:rsidR="001017A0" w:rsidRDefault="001017A0">
                      <w:pPr>
                        <w:rPr>
                          <w:b/>
                        </w:rPr>
                      </w:pPr>
                      <w:r w:rsidRPr="001017A0">
                        <w:rPr>
                          <w:b/>
                        </w:rPr>
                        <w:t>HINT</w:t>
                      </w:r>
                      <w:r>
                        <w:rPr>
                          <w:b/>
                        </w:rPr>
                        <w:t xml:space="preserve">: </w:t>
                      </w:r>
                      <w:r w:rsidR="00322156">
                        <w:rPr>
                          <w:b/>
                        </w:rPr>
                        <w:t>1.</w:t>
                      </w:r>
                      <w:r>
                        <w:rPr>
                          <w:b/>
                        </w:rPr>
                        <w:t>Draw the triangle</w:t>
                      </w:r>
                    </w:p>
                    <w:p w:rsidR="00322156" w:rsidRDefault="0032215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  <w:t>2. Base is Point A to Point B</w:t>
                      </w:r>
                    </w:p>
                    <w:p w:rsidR="00322156" w:rsidRDefault="00322156" w:rsidP="00322156">
                      <w:pPr>
                        <w:ind w:left="72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3. Draw a line from Point C straight down to the same level as the base. (</w:t>
                      </w:r>
                      <w:proofErr w:type="gramStart"/>
                      <w:r>
                        <w:rPr>
                          <w:b/>
                        </w:rPr>
                        <w:t>this</w:t>
                      </w:r>
                      <w:proofErr w:type="gramEnd"/>
                      <w:r>
                        <w:rPr>
                          <w:b/>
                        </w:rPr>
                        <w:t xml:space="preserve"> forms a right angle)</w:t>
                      </w:r>
                    </w:p>
                    <w:p w:rsidR="001032AA" w:rsidRPr="001017A0" w:rsidRDefault="001032AA" w:rsidP="00322156">
                      <w:pPr>
                        <w:ind w:left="72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4. Count the distance from right angle, this is your height.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006CD" w:rsidRPr="00727651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1214755</wp:posOffset>
                </wp:positionV>
                <wp:extent cx="7315200" cy="0"/>
                <wp:effectExtent l="19685" t="21590" r="18415" b="35560"/>
                <wp:wrapNone/>
                <wp:docPr id="5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4983DA" id="Straight Connector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95pt,95.65pt" to="558.05pt,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" strokecolor="#4f81bd" strokeweight="2pt">
                <v:shadow on="t" opacity="24903f" origin=",.5" offset="0,.55556mm"/>
              </v:line>
            </w:pict>
          </mc:Fallback>
        </mc:AlternateContent>
      </w:r>
      <w:r w:rsidR="000A4AB6" w:rsidRPr="00727651">
        <w:rPr>
          <w:rFonts w:ascii="Cambria" w:hAnsi="Cambria"/>
          <w:sz w:val="160"/>
          <w:szCs w:val="160"/>
        </w:rPr>
        <w:t>G</w:t>
      </w:r>
    </w:p>
    <w:p w:rsidR="000A4AB6" w:rsidRPr="00727651" w:rsidRDefault="005006CD" w:rsidP="000A4AB6">
      <w:pPr>
        <w:spacing w:after="120"/>
        <w:rPr>
          <w:rFonts w:ascii="Cambria" w:hAnsi="Cambria"/>
          <w:sz w:val="160"/>
          <w:szCs w:val="160"/>
        </w:rPr>
      </w:pPr>
      <w:r w:rsidRPr="00727651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1189355</wp:posOffset>
                </wp:positionV>
                <wp:extent cx="7315200" cy="0"/>
                <wp:effectExtent l="19685" t="15875" r="18415" b="41275"/>
                <wp:wrapNone/>
                <wp:docPr id="4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F24F3" id="Straight Connector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95pt,93.65pt" to="558.05pt,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" strokecolor="#4f81bd" strokeweight="2pt">
                <v:shadow on="t" opacity="24903f" origin=",.5" offset="0,.55556mm"/>
              </v:line>
            </w:pict>
          </mc:Fallback>
        </mc:AlternateContent>
      </w:r>
      <w:r w:rsidR="000A4AB6" w:rsidRPr="00727651">
        <w:rPr>
          <w:rFonts w:ascii="Cambria" w:hAnsi="Cambria"/>
          <w:sz w:val="160"/>
          <w:szCs w:val="160"/>
        </w:rPr>
        <w:t>R</w:t>
      </w:r>
    </w:p>
    <w:p w:rsidR="000A4AB6" w:rsidRPr="00727651" w:rsidRDefault="000A4AB6" w:rsidP="000A4AB6">
      <w:pPr>
        <w:spacing w:after="120"/>
        <w:rPr>
          <w:rFonts w:ascii="Cambria" w:hAnsi="Cambria"/>
          <w:sz w:val="160"/>
          <w:szCs w:val="160"/>
        </w:rPr>
      </w:pPr>
      <w:r w:rsidRPr="00727651">
        <w:rPr>
          <w:rFonts w:ascii="Cambria" w:hAnsi="Cambria"/>
          <w:sz w:val="160"/>
          <w:szCs w:val="160"/>
        </w:rPr>
        <w:t>A</w:t>
      </w:r>
    </w:p>
    <w:p w:rsidR="00727651" w:rsidRPr="00727651" w:rsidRDefault="005006CD" w:rsidP="000A4AB6">
      <w:pPr>
        <w:spacing w:after="120"/>
        <w:rPr>
          <w:rFonts w:ascii="Cambria" w:hAnsi="Cambria"/>
          <w:sz w:val="96"/>
          <w:szCs w:val="160"/>
        </w:rPr>
      </w:pPr>
      <w:r w:rsidRPr="00727651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-3810</wp:posOffset>
                </wp:positionV>
                <wp:extent cx="7315200" cy="0"/>
                <wp:effectExtent l="19685" t="14605" r="18415" b="33020"/>
                <wp:wrapNone/>
                <wp:docPr id="3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D36C20" id="Straight Connector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95pt,-.3pt" to="558.0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" strokecolor="#4f81bd" strokeweight="2pt">
                <v:shadow on="t" opacity="24903f" origin=",.5" offset="0,.55556mm"/>
              </v:line>
            </w:pict>
          </mc:Fallback>
        </mc:AlternateContent>
      </w:r>
      <w:r w:rsidR="000A4AB6" w:rsidRPr="00727651">
        <w:rPr>
          <w:rFonts w:ascii="Cambria" w:hAnsi="Cambria"/>
          <w:sz w:val="160"/>
          <w:szCs w:val="160"/>
        </w:rPr>
        <w:t>S</w:t>
      </w:r>
    </w:p>
    <w:p w:rsidR="000A4AB6" w:rsidRPr="00727651" w:rsidRDefault="005006CD" w:rsidP="000A4AB6">
      <w:pPr>
        <w:spacing w:after="120"/>
        <w:rPr>
          <w:rFonts w:ascii="Cambria" w:hAnsi="Cambria"/>
          <w:sz w:val="160"/>
          <w:szCs w:val="160"/>
        </w:rPr>
      </w:pPr>
      <w:r>
        <w:rPr>
          <w:rFonts w:ascii="Cambria" w:hAnsi="Cambria" w:cs="Calibri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4364355</wp:posOffset>
            </wp:positionH>
            <wp:positionV relativeFrom="paragraph">
              <wp:posOffset>198755</wp:posOffset>
            </wp:positionV>
            <wp:extent cx="2862580" cy="2759075"/>
            <wp:effectExtent l="0" t="0" r="0" b="3175"/>
            <wp:wrapNone/>
            <wp:docPr id="370" name="Picture 25" descr="http://www.crestviewlocal.k12.oh.us/chs/staff/mcc/images/coordinate%20plane%2010x1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crestviewlocal.k12.oh.us/chs/staff/mcc/images/coordinate%20plane%2010x10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446" b="455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580" cy="275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7651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-215900</wp:posOffset>
                </wp:positionH>
                <wp:positionV relativeFrom="paragraph">
                  <wp:posOffset>120015</wp:posOffset>
                </wp:positionV>
                <wp:extent cx="7315200" cy="0"/>
                <wp:effectExtent l="12700" t="17780" r="15875" b="39370"/>
                <wp:wrapNone/>
                <wp:docPr id="2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31FCF6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pt,9.45pt" to="559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" strokecolor="#4f81bd" strokeweight="2pt">
                <v:shadow on="t" opacity="24903f" origin=",.5" offset="0,.55556mm"/>
              </v:line>
            </w:pict>
          </mc:Fallback>
        </mc:AlternateContent>
      </w:r>
      <w:r w:rsidR="000A4AB6" w:rsidRPr="00727651">
        <w:rPr>
          <w:rFonts w:ascii="Cambria" w:hAnsi="Cambria"/>
          <w:sz w:val="160"/>
          <w:szCs w:val="160"/>
        </w:rPr>
        <w:t>P</w:t>
      </w:r>
    </w:p>
    <w:p w:rsidR="00DD325A" w:rsidRPr="00727651" w:rsidRDefault="00DD325A" w:rsidP="00DD325A">
      <w:pPr>
        <w:rPr>
          <w:rFonts w:ascii="Cambria" w:hAnsi="Cambria" w:cs="Calibri"/>
        </w:rPr>
      </w:pPr>
    </w:p>
    <w:p w:rsidR="00DD325A" w:rsidRPr="00727651" w:rsidRDefault="00DD325A" w:rsidP="00DD325A">
      <w:pPr>
        <w:rPr>
          <w:rFonts w:ascii="Cambria" w:hAnsi="Cambria" w:cs="Calibri"/>
        </w:rPr>
      </w:pPr>
    </w:p>
    <w:p w:rsidR="00DD325A" w:rsidRPr="00727651" w:rsidRDefault="00DD325A" w:rsidP="00DD325A">
      <w:pPr>
        <w:rPr>
          <w:rFonts w:ascii="Cambria" w:hAnsi="Cambria" w:cs="Calibri"/>
        </w:rPr>
      </w:pPr>
    </w:p>
    <w:p w:rsidR="00DD325A" w:rsidRPr="00727651" w:rsidRDefault="00DD325A" w:rsidP="009C5306">
      <w:pPr>
        <w:outlineLvl w:val="0"/>
        <w:rPr>
          <w:rFonts w:ascii="Cambria" w:hAnsi="Cambria" w:cs="Cambria"/>
          <w:b/>
          <w:sz w:val="22"/>
        </w:rPr>
      </w:pPr>
    </w:p>
    <w:sectPr w:rsidR="00DD325A" w:rsidRPr="00727651" w:rsidSect="009C5306">
      <w:footerReference w:type="default" r:id="rId11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FE4" w:rsidRDefault="00802FE4">
      <w:r>
        <w:separator/>
      </w:r>
    </w:p>
  </w:endnote>
  <w:endnote w:type="continuationSeparator" w:id="0">
    <w:p w:rsidR="00802FE4" w:rsidRDefault="00802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306" w:rsidRPr="00A41F62" w:rsidRDefault="005006CD" w:rsidP="00A41F62">
    <w:pPr>
      <w:pStyle w:val="Footer"/>
      <w:jc w:val="center"/>
    </w:pPr>
    <w:r w:rsidRPr="006962DC">
      <w:rPr>
        <w:noProof/>
        <w:lang w:val="en-US" w:eastAsia="en-US"/>
      </w:rPr>
      <w:drawing>
        <wp:inline distT="0" distB="0" distL="0" distR="0">
          <wp:extent cx="1762125" cy="342900"/>
          <wp:effectExtent l="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FE4" w:rsidRDefault="00802FE4">
      <w:r>
        <w:separator/>
      </w:r>
    </w:p>
  </w:footnote>
  <w:footnote w:type="continuationSeparator" w:id="0">
    <w:p w:rsidR="00802FE4" w:rsidRDefault="00802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1C8C7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085F2B"/>
    <w:multiLevelType w:val="hybridMultilevel"/>
    <w:tmpl w:val="3D927F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E26C1"/>
    <w:multiLevelType w:val="hybridMultilevel"/>
    <w:tmpl w:val="B39280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B95DEB"/>
    <w:multiLevelType w:val="hybridMultilevel"/>
    <w:tmpl w:val="756898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517D9"/>
    <w:multiLevelType w:val="hybridMultilevel"/>
    <w:tmpl w:val="68E481D4"/>
    <w:lvl w:ilvl="0" w:tplc="10BEAB9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7617B"/>
    <w:multiLevelType w:val="hybridMultilevel"/>
    <w:tmpl w:val="DEF27B5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C0C4BA9"/>
    <w:multiLevelType w:val="multilevel"/>
    <w:tmpl w:val="97168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EE0022"/>
    <w:multiLevelType w:val="hybridMultilevel"/>
    <w:tmpl w:val="7CB0CD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373258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461AEA"/>
    <w:multiLevelType w:val="hybridMultilevel"/>
    <w:tmpl w:val="1FAA18F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C15D4F"/>
    <w:multiLevelType w:val="hybridMultilevel"/>
    <w:tmpl w:val="51B042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260B60"/>
    <w:multiLevelType w:val="hybridMultilevel"/>
    <w:tmpl w:val="0BF2BF3E"/>
    <w:lvl w:ilvl="0" w:tplc="4A1EC3E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064528"/>
    <w:multiLevelType w:val="hybridMultilevel"/>
    <w:tmpl w:val="B130EFF6"/>
    <w:lvl w:ilvl="0" w:tplc="310280FA">
      <w:start w:val="1"/>
      <w:numFmt w:val="upperLetter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D461A8"/>
    <w:multiLevelType w:val="hybridMultilevel"/>
    <w:tmpl w:val="5ACA82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BD1252"/>
    <w:multiLevelType w:val="hybridMultilevel"/>
    <w:tmpl w:val="72A6D72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AF7FBB"/>
    <w:multiLevelType w:val="hybridMultilevel"/>
    <w:tmpl w:val="73B462DE"/>
    <w:lvl w:ilvl="0" w:tplc="0EFAE73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23"/>
  </w:num>
  <w:num w:numId="4">
    <w:abstractNumId w:val="10"/>
  </w:num>
  <w:num w:numId="5">
    <w:abstractNumId w:val="16"/>
  </w:num>
  <w:num w:numId="6">
    <w:abstractNumId w:val="14"/>
  </w:num>
  <w:num w:numId="7">
    <w:abstractNumId w:val="3"/>
  </w:num>
  <w:num w:numId="8">
    <w:abstractNumId w:val="8"/>
  </w:num>
  <w:num w:numId="9">
    <w:abstractNumId w:val="24"/>
  </w:num>
  <w:num w:numId="10">
    <w:abstractNumId w:val="18"/>
  </w:num>
  <w:num w:numId="11">
    <w:abstractNumId w:val="20"/>
  </w:num>
  <w:num w:numId="12">
    <w:abstractNumId w:val="6"/>
  </w:num>
  <w:num w:numId="13">
    <w:abstractNumId w:val="1"/>
  </w:num>
  <w:num w:numId="14">
    <w:abstractNumId w:val="22"/>
  </w:num>
  <w:num w:numId="15">
    <w:abstractNumId w:val="12"/>
  </w:num>
  <w:num w:numId="16">
    <w:abstractNumId w:val="19"/>
  </w:num>
  <w:num w:numId="17">
    <w:abstractNumId w:val="15"/>
  </w:num>
  <w:num w:numId="18">
    <w:abstractNumId w:val="2"/>
  </w:num>
  <w:num w:numId="19">
    <w:abstractNumId w:val="13"/>
  </w:num>
  <w:num w:numId="20">
    <w:abstractNumId w:val="25"/>
  </w:num>
  <w:num w:numId="21">
    <w:abstractNumId w:val="5"/>
  </w:num>
  <w:num w:numId="22">
    <w:abstractNumId w:val="0"/>
  </w:num>
  <w:num w:numId="23">
    <w:abstractNumId w:val="17"/>
  </w:num>
  <w:num w:numId="24">
    <w:abstractNumId w:val="4"/>
  </w:num>
  <w:num w:numId="25">
    <w:abstractNumId w:val="21"/>
  </w:num>
  <w:num w:numId="26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054C38"/>
    <w:rsid w:val="00056B16"/>
    <w:rsid w:val="00092323"/>
    <w:rsid w:val="0009277D"/>
    <w:rsid w:val="000A4AB6"/>
    <w:rsid w:val="001017A0"/>
    <w:rsid w:val="001032AA"/>
    <w:rsid w:val="001238FF"/>
    <w:rsid w:val="00147EA7"/>
    <w:rsid w:val="00193AA0"/>
    <w:rsid w:val="001C2A6E"/>
    <w:rsid w:val="001F3C30"/>
    <w:rsid w:val="002F5CA4"/>
    <w:rsid w:val="00322156"/>
    <w:rsid w:val="00356710"/>
    <w:rsid w:val="003744C6"/>
    <w:rsid w:val="0045307A"/>
    <w:rsid w:val="004F4892"/>
    <w:rsid w:val="005006CD"/>
    <w:rsid w:val="005154FA"/>
    <w:rsid w:val="00524264"/>
    <w:rsid w:val="005679BC"/>
    <w:rsid w:val="005D7A8D"/>
    <w:rsid w:val="006053F8"/>
    <w:rsid w:val="006119B6"/>
    <w:rsid w:val="00727651"/>
    <w:rsid w:val="00772BAB"/>
    <w:rsid w:val="007817D7"/>
    <w:rsid w:val="007D62A8"/>
    <w:rsid w:val="007E1710"/>
    <w:rsid w:val="00802FE4"/>
    <w:rsid w:val="00817EE1"/>
    <w:rsid w:val="008A2125"/>
    <w:rsid w:val="008E6018"/>
    <w:rsid w:val="0090016F"/>
    <w:rsid w:val="009624BE"/>
    <w:rsid w:val="009A4E81"/>
    <w:rsid w:val="009C5306"/>
    <w:rsid w:val="00A05874"/>
    <w:rsid w:val="00A41F62"/>
    <w:rsid w:val="00A61580"/>
    <w:rsid w:val="00A943BA"/>
    <w:rsid w:val="00AE2DBF"/>
    <w:rsid w:val="00B466F2"/>
    <w:rsid w:val="00BB482B"/>
    <w:rsid w:val="00BE36D3"/>
    <w:rsid w:val="00C023C7"/>
    <w:rsid w:val="00C03D5C"/>
    <w:rsid w:val="00C13CD3"/>
    <w:rsid w:val="00C60A52"/>
    <w:rsid w:val="00C87B92"/>
    <w:rsid w:val="00D0517C"/>
    <w:rsid w:val="00D1503F"/>
    <w:rsid w:val="00D50AAE"/>
    <w:rsid w:val="00D67C30"/>
    <w:rsid w:val="00D7507B"/>
    <w:rsid w:val="00D87DFE"/>
    <w:rsid w:val="00D94DE9"/>
    <w:rsid w:val="00DA0955"/>
    <w:rsid w:val="00DB0204"/>
    <w:rsid w:val="00DC4E81"/>
    <w:rsid w:val="00DD325A"/>
    <w:rsid w:val="00DE5A8B"/>
    <w:rsid w:val="00DE7BE4"/>
    <w:rsid w:val="00E518B6"/>
    <w:rsid w:val="00E57AD5"/>
    <w:rsid w:val="00E83BDA"/>
    <w:rsid w:val="00F171B9"/>
    <w:rsid w:val="00F5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168EF2D-D269-4153-B548-2108EED3A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 Spacing" w:qFormat="1"/>
    <w:lsdException w:name="List Paragraph" w:qFormat="1"/>
    <w:lsdException w:name="Quote" w:qFormat="1"/>
    <w:lsdException w:name="Intense Quote" w:qFormat="1"/>
    <w:lsdException w:name="Colorful List Accent 1" w:uiPriority="34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styleId="SubtleEmphasis">
    <w:name w:val="Subtle Emphasis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MediumList1-Accent6">
    <w:name w:val="Medium List 1 Accent 6"/>
    <w:basedOn w:val="Normal"/>
    <w:uiPriority w:val="34"/>
    <w:qFormat/>
    <w:rsid w:val="006B1927"/>
    <w:pPr>
      <w:ind w:left="720"/>
      <w:contextualSpacing/>
    </w:pPr>
  </w:style>
  <w:style w:type="paragraph" w:styleId="LightList-Accent5">
    <w:name w:val="Light List Accent 5"/>
    <w:basedOn w:val="Normal"/>
    <w:uiPriority w:val="34"/>
    <w:qFormat/>
    <w:rsid w:val="00741C52"/>
    <w:pPr>
      <w:ind w:left="720"/>
    </w:pPr>
  </w:style>
  <w:style w:type="paragraph" w:styleId="MediumList2-Accent4">
    <w:name w:val="Medium List 2 Accent 4"/>
    <w:basedOn w:val="Normal"/>
    <w:uiPriority w:val="34"/>
    <w:qFormat/>
    <w:rsid w:val="005E4E7F"/>
    <w:pPr>
      <w:ind w:left="720"/>
    </w:pPr>
  </w:style>
  <w:style w:type="paragraph" w:styleId="MediumGrid1-Accent2">
    <w:name w:val="Medium Grid 1 Accent 2"/>
    <w:basedOn w:val="Normal"/>
    <w:qFormat/>
    <w:rsid w:val="00916AC6"/>
    <w:pPr>
      <w:ind w:left="720"/>
      <w:contextualSpacing/>
    </w:pPr>
  </w:style>
  <w:style w:type="paragraph" w:styleId="ListParagraph">
    <w:name w:val="List Paragraph"/>
    <w:basedOn w:val="Normal"/>
    <w:qFormat/>
    <w:rsid w:val="00C87B9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39</TotalTime>
  <Pages>2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Yarrington</dc:creator>
  <cp:keywords/>
  <cp:lastModifiedBy>Bielmeier, Sean</cp:lastModifiedBy>
  <cp:revision>4</cp:revision>
  <cp:lastPrinted>2014-10-30T04:46:00Z</cp:lastPrinted>
  <dcterms:created xsi:type="dcterms:W3CDTF">2014-10-30T11:55:00Z</dcterms:created>
  <dcterms:modified xsi:type="dcterms:W3CDTF">2014-10-30T12:33:00Z</dcterms:modified>
</cp:coreProperties>
</file>